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3E23C" w14:textId="77777777" w:rsidR="005C4041" w:rsidRDefault="00D4634C">
      <w:pPr>
        <w:pStyle w:val="DateandRecipient"/>
      </w:pPr>
      <w:r>
        <w:fldChar w:fldCharType="begin"/>
      </w:r>
      <w:r>
        <w:instrText xml:space="preserve"> PLACEHOLDER "[Insert Date]" \* MERGEFORMAT </w:instrText>
      </w:r>
      <w:r>
        <w:fldChar w:fldCharType="separate"/>
      </w:r>
      <w:r w:rsidR="00E22B06">
        <w:t>[Insert Date]</w:t>
      </w:r>
      <w:r>
        <w:fldChar w:fldCharType="end"/>
      </w:r>
      <w:bookmarkStart w:id="0" w:name="_GoBack"/>
      <w:bookmarkEnd w:id="0"/>
    </w:p>
    <w:p w14:paraId="053B0439" w14:textId="77777777" w:rsidR="005C4041" w:rsidRDefault="00D4634C">
      <w:pPr>
        <w:pStyle w:val="DateandRecipient"/>
        <w:tabs>
          <w:tab w:val="left" w:pos="8640"/>
        </w:tabs>
      </w:pPr>
      <w:r>
        <w:fldChar w:fldCharType="begin"/>
      </w:r>
      <w:r>
        <w:instrText xml:space="preserve"> PLACEHOLDER "[Recipient]" \* MERGEFORMAT </w:instrText>
      </w:r>
      <w:r>
        <w:fldChar w:fldCharType="separate"/>
      </w:r>
      <w:r w:rsidR="00E22B06">
        <w:t>[Recipient]</w:t>
      </w:r>
      <w:r>
        <w:fldChar w:fldCharType="end"/>
      </w:r>
      <w:r w:rsidR="00E22B06">
        <w:br/>
      </w:r>
      <w:r>
        <w:fldChar w:fldCharType="begin"/>
      </w:r>
      <w:r>
        <w:instrText xml:space="preserve"> PLACEHOLDER "[Title]" \* MERGEFORMAT </w:instrText>
      </w:r>
      <w:r>
        <w:fldChar w:fldCharType="separate"/>
      </w:r>
      <w:r w:rsidR="00E22B06">
        <w:t>[Title]</w:t>
      </w:r>
      <w:r>
        <w:fldChar w:fldCharType="end"/>
      </w:r>
      <w:r w:rsidR="00E22B06">
        <w:br/>
      </w:r>
      <w:r>
        <w:fldChar w:fldCharType="begin"/>
      </w:r>
      <w:r>
        <w:instrText xml:space="preserve"> PLACEHOLDER "[Company]" \* MERGEFORMAT </w:instrText>
      </w:r>
      <w:r>
        <w:fldChar w:fldCharType="separate"/>
      </w:r>
      <w:r w:rsidR="00E22B06">
        <w:t>[Company]</w:t>
      </w:r>
      <w:r>
        <w:fldChar w:fldCharType="end"/>
      </w:r>
      <w:r w:rsidR="00E22B06">
        <w:br/>
      </w:r>
      <w:r>
        <w:fldChar w:fldCharType="begin"/>
      </w:r>
      <w:r>
        <w:instrText xml:space="preserve"> PLACEHOLDER "[Address 1]" \* MERGEFORMAT </w:instrText>
      </w:r>
      <w:r>
        <w:fldChar w:fldCharType="separate"/>
      </w:r>
      <w:r w:rsidR="00E22B06">
        <w:t>[Address 1]</w:t>
      </w:r>
      <w:r>
        <w:fldChar w:fldCharType="end"/>
      </w:r>
      <w:r w:rsidR="00E22B06">
        <w:br/>
      </w:r>
      <w:r>
        <w:fldChar w:fldCharType="begin"/>
      </w:r>
      <w:r>
        <w:instrText xml:space="preserve"> PLACEHOLDER "[Address 2]" \* MERGEFORMAT </w:instrText>
      </w:r>
      <w:r>
        <w:fldChar w:fldCharType="separate"/>
      </w:r>
      <w:r w:rsidR="00E22B06">
        <w:t>[Address 2]</w:t>
      </w:r>
      <w:r>
        <w:fldChar w:fldCharType="end"/>
      </w:r>
      <w:r w:rsidR="00E22B06">
        <w:br/>
      </w:r>
      <w:r>
        <w:fldChar w:fldCharType="begin"/>
      </w:r>
      <w:r>
        <w:instrText xml:space="preserve"> PLACEHOLDER "[Address 3]" \* MERGEFORMAT </w:instrText>
      </w:r>
      <w:r>
        <w:fldChar w:fldCharType="separate"/>
      </w:r>
      <w:r w:rsidR="00E22B06">
        <w:t>[Address 3]</w:t>
      </w:r>
      <w:r>
        <w:fldChar w:fldCharType="end"/>
      </w:r>
    </w:p>
    <w:p w14:paraId="441DABE4" w14:textId="77777777" w:rsidR="005C4041" w:rsidRDefault="00E22B06" w:rsidP="00910AB1">
      <w:pPr>
        <w:pStyle w:val="BodyText"/>
      </w:pPr>
      <w:r>
        <w:t xml:space="preserve">Dear </w:t>
      </w:r>
      <w:r w:rsidR="00D4634C">
        <w:fldChar w:fldCharType="begin"/>
      </w:r>
      <w:r w:rsidR="00D4634C">
        <w:instrText xml:space="preserve"> PLACEHOLDER "[Recipient]" \* MERGEFORMAT </w:instrText>
      </w:r>
      <w:r w:rsidR="00D4634C">
        <w:fldChar w:fldCharType="separate"/>
      </w:r>
      <w:r>
        <w:t>[Recipient]</w:t>
      </w:r>
      <w:r w:rsidR="00D4634C">
        <w:fldChar w:fldCharType="end"/>
      </w:r>
      <w:r>
        <w:t>:</w:t>
      </w:r>
    </w:p>
    <w:sdt>
      <w:sdtPr>
        <w:id w:val="23717196"/>
        <w:placeholder>
          <w:docPart w:val="1C745B68D21A984A9C1C2159ACF60B50"/>
        </w:placeholder>
        <w:showingPlcHdr/>
      </w:sdtPr>
      <w:sdtContent>
        <w:p w14:paraId="4158119C" w14:textId="77777777" w:rsidR="00FF3B9E" w:rsidRDefault="00FF3B9E">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14:paraId="6AA867F5" w14:textId="77777777" w:rsidR="00FF3B9E" w:rsidRDefault="00FF3B9E">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14:paraId="59A91D7C" w14:textId="77777777" w:rsidR="005C4041" w:rsidRDefault="00FF3B9E" w:rsidP="00FF3B9E">
          <w:pPr>
            <w:pStyle w:val="BodyText"/>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sdtContent>
    </w:sdt>
    <w:p w14:paraId="47DD0513" w14:textId="77777777" w:rsidR="005C4041" w:rsidRDefault="00E22B06">
      <w:pPr>
        <w:pStyle w:val="Signature"/>
      </w:pPr>
      <w:r>
        <w:t>Sincerely,</w:t>
      </w:r>
    </w:p>
    <w:p w14:paraId="05187A61" w14:textId="77777777" w:rsidR="005C4041" w:rsidRDefault="00847966">
      <w:pPr>
        <w:pStyle w:val="Signature"/>
      </w:pPr>
      <w:r>
        <w:fldChar w:fldCharType="begin"/>
      </w:r>
      <w:r w:rsidR="00E22B06">
        <w:instrText xml:space="preserve"> PLACEHOLDER </w:instrText>
      </w:r>
      <w:r>
        <w:fldChar w:fldCharType="begin"/>
      </w:r>
      <w:r w:rsidR="00E22B06">
        <w:instrText xml:space="preserve"> IF </w:instrText>
      </w:r>
      <w:fldSimple w:instr=" USERNAME ">
        <w:r w:rsidR="00EC7A13">
          <w:rPr>
            <w:noProof/>
          </w:rPr>
          <w:instrText>Shelby</w:instrText>
        </w:r>
      </w:fldSimple>
      <w:r w:rsidR="00E22B06">
        <w:instrText xml:space="preserve">="" "[Your Name]" </w:instrText>
      </w:r>
      <w:fldSimple w:instr=" USERNAME ">
        <w:r w:rsidR="00EC7A13">
          <w:rPr>
            <w:noProof/>
          </w:rPr>
          <w:instrText>Shelby</w:instrText>
        </w:r>
      </w:fldSimple>
      <w:r>
        <w:fldChar w:fldCharType="separate"/>
      </w:r>
      <w:r w:rsidR="00EC7A13">
        <w:rPr>
          <w:noProof/>
        </w:rPr>
        <w:instrText>Shelby</w:instrText>
      </w:r>
      <w:r>
        <w:fldChar w:fldCharType="end"/>
      </w:r>
      <w:r w:rsidR="00E22B06">
        <w:instrText xml:space="preserve"> \* MERGEFORMAT</w:instrText>
      </w:r>
      <w:r>
        <w:fldChar w:fldCharType="separate"/>
      </w:r>
      <w:r w:rsidR="00EC7A13">
        <w:t>Shelby</w:t>
      </w:r>
      <w:r>
        <w:fldChar w:fldCharType="end"/>
      </w:r>
      <w:r w:rsidR="00E22B06">
        <w:br/>
      </w:r>
      <w:r>
        <w:fldChar w:fldCharType="begin"/>
      </w:r>
      <w:r w:rsidR="00E22B06">
        <w:instrText xml:space="preserve"> PLACEHOLDER </w:instrText>
      </w:r>
      <w:r>
        <w:fldChar w:fldCharType="begin"/>
      </w:r>
      <w:r w:rsidR="00E22B06">
        <w:instrText xml:space="preserve"> IF </w:instrText>
      </w:r>
      <w:r>
        <w:fldChar w:fldCharType="begin"/>
      </w:r>
      <w:r w:rsidR="00E22B06">
        <w:instrText xml:space="preserve"> USERPROPERTY JobTitle </w:instrText>
      </w:r>
      <w:r>
        <w:fldChar w:fldCharType="end"/>
      </w:r>
      <w:r w:rsidR="00E22B06">
        <w:instrText xml:space="preserve">="" "[Your Title]" </w:instrText>
      </w:r>
      <w:r w:rsidR="00D4634C">
        <w:fldChar w:fldCharType="begin"/>
      </w:r>
      <w:r w:rsidR="00D4634C">
        <w:instrText xml:space="preserve"> USERPROPERTY JobTitle </w:instrText>
      </w:r>
      <w:r w:rsidR="00D4634C">
        <w:fldChar w:fldCharType="separate"/>
      </w:r>
      <w:r w:rsidR="00E22B06">
        <w:rPr>
          <w:noProof/>
        </w:rPr>
        <w:instrText>title</w:instrText>
      </w:r>
      <w:r w:rsidR="00D4634C">
        <w:rPr>
          <w:noProof/>
        </w:rPr>
        <w:fldChar w:fldCharType="end"/>
      </w:r>
      <w:r>
        <w:fldChar w:fldCharType="separate"/>
      </w:r>
      <w:r w:rsidR="00EC7A13">
        <w:rPr>
          <w:noProof/>
        </w:rPr>
        <w:instrText>[Your Title]</w:instrText>
      </w:r>
      <w:r>
        <w:fldChar w:fldCharType="end"/>
      </w:r>
      <w:r w:rsidR="00E22B06">
        <w:instrText xml:space="preserve"> \* MERGEFORMAT</w:instrText>
      </w:r>
      <w:r>
        <w:fldChar w:fldCharType="separate"/>
      </w:r>
      <w:r w:rsidR="00EC7A13">
        <w:t>[Your</w:t>
      </w:r>
      <w:r w:rsidR="00EC7A13">
        <w:rPr>
          <w:noProof/>
        </w:rPr>
        <w:t xml:space="preserve"> Title]</w:t>
      </w:r>
      <w:r>
        <w:fldChar w:fldCharType="end"/>
      </w:r>
      <w:r w:rsidR="00E22B06">
        <w:t xml:space="preserve"> </w:t>
      </w:r>
    </w:p>
    <w:sectPr w:rsidR="005C4041" w:rsidSect="005C4041">
      <w:headerReference w:type="default" r:id="rId8"/>
      <w:headerReference w:type="first" r:id="rId9"/>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2C8C0" w14:textId="77777777" w:rsidR="00163E5E" w:rsidRDefault="00163E5E">
      <w:r>
        <w:separator/>
      </w:r>
    </w:p>
  </w:endnote>
  <w:endnote w:type="continuationSeparator" w:id="0">
    <w:p w14:paraId="58800262" w14:textId="77777777" w:rsidR="00163E5E" w:rsidRDefault="0016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B91DD" w14:textId="77777777" w:rsidR="00163E5E" w:rsidRDefault="00163E5E">
      <w:r>
        <w:separator/>
      </w:r>
    </w:p>
  </w:footnote>
  <w:footnote w:type="continuationSeparator" w:id="0">
    <w:p w14:paraId="77EB14F6" w14:textId="77777777" w:rsidR="00163E5E" w:rsidRDefault="00163E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163E5E" w14:paraId="780E5E01" w14:textId="77777777">
      <w:trPr>
        <w:trHeight w:val="288"/>
      </w:trPr>
      <w:tc>
        <w:tcPr>
          <w:tcW w:w="1600" w:type="pct"/>
          <w:shd w:val="clear" w:color="auto" w:fill="8C73D0" w:themeFill="accent1"/>
        </w:tcPr>
        <w:p w14:paraId="09E84FC4" w14:textId="77777777" w:rsidR="00163E5E" w:rsidRDefault="00163E5E"/>
      </w:tc>
      <w:tc>
        <w:tcPr>
          <w:tcW w:w="100" w:type="pct"/>
        </w:tcPr>
        <w:p w14:paraId="3048BDD0" w14:textId="77777777" w:rsidR="00163E5E" w:rsidRDefault="00163E5E"/>
      </w:tc>
      <w:tc>
        <w:tcPr>
          <w:tcW w:w="1600" w:type="pct"/>
          <w:shd w:val="clear" w:color="auto" w:fill="B45EC7" w:themeFill="accent4"/>
        </w:tcPr>
        <w:p w14:paraId="71A6A376" w14:textId="77777777" w:rsidR="00163E5E" w:rsidRDefault="00163E5E"/>
      </w:tc>
      <w:tc>
        <w:tcPr>
          <w:tcW w:w="100" w:type="pct"/>
        </w:tcPr>
        <w:p w14:paraId="20D9C9F9" w14:textId="77777777" w:rsidR="00163E5E" w:rsidRDefault="00163E5E"/>
      </w:tc>
      <w:tc>
        <w:tcPr>
          <w:tcW w:w="1600" w:type="pct"/>
          <w:shd w:val="clear" w:color="auto" w:fill="C5A6E8" w:themeFill="accent3"/>
        </w:tcPr>
        <w:p w14:paraId="5E2622B5" w14:textId="77777777" w:rsidR="00163E5E" w:rsidRDefault="00163E5E"/>
      </w:tc>
    </w:tr>
  </w:tbl>
  <w:p w14:paraId="5A394DEA" w14:textId="77777777" w:rsidR="00163E5E" w:rsidRDefault="00163E5E">
    <w:pPr>
      <w:pStyle w:val="Header"/>
    </w:pPr>
    <w:r>
      <w:fldChar w:fldCharType="begin"/>
    </w:r>
    <w:r>
      <w:instrText xml:space="preserve"> page </w:instrText>
    </w:r>
    <w:r>
      <w:fldChar w:fldCharType="separate"/>
    </w:r>
    <w:r>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E09A0" w14:textId="77777777" w:rsidR="00163E5E" w:rsidRDefault="001A01AC">
    <w:pPr>
      <w:pStyle w:val="Header-Left"/>
    </w:pPr>
    <w:r>
      <w:t>Ms. Hillin</w:t>
    </w:r>
  </w:p>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163E5E" w14:paraId="3A4D790C" w14:textId="77777777">
      <w:trPr>
        <w:trHeight w:val="288"/>
      </w:trPr>
      <w:tc>
        <w:tcPr>
          <w:tcW w:w="1600" w:type="pct"/>
          <w:shd w:val="clear" w:color="auto" w:fill="8C73D0" w:themeFill="accent1"/>
        </w:tcPr>
        <w:p w14:paraId="6E440FF8" w14:textId="77777777" w:rsidR="00163E5E" w:rsidRDefault="00163E5E"/>
      </w:tc>
      <w:tc>
        <w:tcPr>
          <w:tcW w:w="100" w:type="pct"/>
        </w:tcPr>
        <w:p w14:paraId="44259CEC" w14:textId="77777777" w:rsidR="00163E5E" w:rsidRDefault="00163E5E"/>
      </w:tc>
      <w:tc>
        <w:tcPr>
          <w:tcW w:w="1600" w:type="pct"/>
          <w:shd w:val="clear" w:color="auto" w:fill="B45EC7" w:themeFill="accent4"/>
        </w:tcPr>
        <w:p w14:paraId="7201DF13" w14:textId="77777777" w:rsidR="00163E5E" w:rsidRDefault="00163E5E"/>
      </w:tc>
      <w:tc>
        <w:tcPr>
          <w:tcW w:w="100" w:type="pct"/>
        </w:tcPr>
        <w:p w14:paraId="4CD7D7D5" w14:textId="77777777" w:rsidR="00163E5E" w:rsidRDefault="00163E5E"/>
      </w:tc>
      <w:tc>
        <w:tcPr>
          <w:tcW w:w="1600" w:type="pct"/>
          <w:shd w:val="clear" w:color="auto" w:fill="C5A6E8" w:themeFill="accent3"/>
        </w:tcPr>
        <w:p w14:paraId="0F7FF101" w14:textId="77777777" w:rsidR="00163E5E" w:rsidRDefault="00163E5E"/>
      </w:tc>
    </w:tr>
  </w:tbl>
  <w:p w14:paraId="4929985A" w14:textId="77777777" w:rsidR="00163E5E" w:rsidRDefault="00163E5E">
    <w:pPr>
      <w:pStyle w:val="Header"/>
    </w:pPr>
  </w:p>
  <w:tbl>
    <w:tblPr>
      <w:tblStyle w:val="HostTable-Borderless"/>
      <w:tblW w:w="0" w:type="auto"/>
      <w:tblLook w:val="04A0" w:firstRow="1" w:lastRow="0" w:firstColumn="1" w:lastColumn="0" w:noHBand="0" w:noVBand="1"/>
    </w:tblPr>
    <w:tblGrid>
      <w:gridCol w:w="5439"/>
      <w:gridCol w:w="5361"/>
    </w:tblGrid>
    <w:tr w:rsidR="00163E5E" w14:paraId="16F233E5" w14:textId="77777777">
      <w:tc>
        <w:tcPr>
          <w:tcW w:w="5508" w:type="dxa"/>
        </w:tcPr>
        <w:p w14:paraId="5BC68A1D" w14:textId="77777777" w:rsidR="00163E5E" w:rsidRDefault="001A01AC" w:rsidP="001A01AC">
          <w:pPr>
            <w:pStyle w:val="Contact"/>
          </w:pPr>
          <w:r w:rsidRPr="001A01AC">
            <w:rPr>
              <w:sz w:val="20"/>
            </w:rPr>
            <w:t>1746 Summit Place</w:t>
          </w:r>
          <w:r w:rsidR="00163E5E" w:rsidRPr="001A01AC">
            <w:rPr>
              <w:sz w:val="20"/>
            </w:rPr>
            <w:br/>
          </w:r>
          <w:r w:rsidRPr="001A01AC">
            <w:rPr>
              <w:sz w:val="20"/>
            </w:rPr>
            <w:t>Birmingham</w:t>
          </w:r>
          <w:r w:rsidR="00163E5E" w:rsidRPr="001A01AC">
            <w:rPr>
              <w:sz w:val="20"/>
            </w:rPr>
            <w:t xml:space="preserve">, </w:t>
          </w:r>
          <w:r w:rsidRPr="001A01AC">
            <w:rPr>
              <w:sz w:val="20"/>
            </w:rPr>
            <w:t>AL</w:t>
          </w:r>
          <w:r w:rsidR="00163E5E" w:rsidRPr="001A01AC">
            <w:rPr>
              <w:sz w:val="20"/>
            </w:rPr>
            <w:t xml:space="preserve"> </w:t>
          </w:r>
          <w:r w:rsidRPr="001A01AC">
            <w:rPr>
              <w:sz w:val="20"/>
            </w:rPr>
            <w:t>35243</w:t>
          </w:r>
          <w:r w:rsidR="00163E5E" w:rsidRPr="001A01AC">
            <w:rPr>
              <w:sz w:val="20"/>
            </w:rPr>
            <w:br/>
            <w:t xml:space="preserve">Phone: </w:t>
          </w:r>
          <w:r w:rsidRPr="001A01AC">
            <w:rPr>
              <w:sz w:val="20"/>
            </w:rPr>
            <w:t>205-821-2687</w:t>
          </w:r>
          <w:r w:rsidR="00163E5E" w:rsidRPr="001A01AC">
            <w:rPr>
              <w:sz w:val="20"/>
            </w:rPr>
            <w:br/>
            <w:t xml:space="preserve">E-Mail: </w:t>
          </w:r>
          <w:r w:rsidR="00163E5E" w:rsidRPr="001A01AC">
            <w:rPr>
              <w:sz w:val="20"/>
            </w:rPr>
            <w:fldChar w:fldCharType="begin"/>
          </w:r>
          <w:r w:rsidR="00163E5E" w:rsidRPr="001A01AC">
            <w:rPr>
              <w:sz w:val="20"/>
            </w:rPr>
            <w:instrText xml:space="preserve"> PLACEHOLDER </w:instrText>
          </w:r>
          <w:r w:rsidR="00163E5E" w:rsidRPr="001A01AC">
            <w:rPr>
              <w:sz w:val="20"/>
            </w:rPr>
            <w:fldChar w:fldCharType="begin"/>
          </w:r>
          <w:r w:rsidR="00163E5E" w:rsidRPr="001A01AC">
            <w:rPr>
              <w:sz w:val="20"/>
            </w:rPr>
            <w:instrText xml:space="preserve"> IF </w:instrText>
          </w:r>
          <w:r w:rsidR="00163E5E" w:rsidRPr="001A01AC">
            <w:rPr>
              <w:sz w:val="20"/>
            </w:rPr>
            <w:fldChar w:fldCharType="begin"/>
          </w:r>
          <w:r w:rsidR="00163E5E" w:rsidRPr="001A01AC">
            <w:rPr>
              <w:sz w:val="20"/>
            </w:rPr>
            <w:instrText xml:space="preserve"> USERPROPERTY EmailAddress1 </w:instrText>
          </w:r>
          <w:r w:rsidR="00163E5E" w:rsidRPr="001A01AC">
            <w:rPr>
              <w:sz w:val="20"/>
            </w:rPr>
            <w:fldChar w:fldCharType="separate"/>
          </w:r>
          <w:r w:rsidR="00163E5E" w:rsidRPr="001A01AC">
            <w:rPr>
              <w:noProof/>
              <w:sz w:val="20"/>
            </w:rPr>
            <w:instrText>shillin1@forum.montevallo.edu</w:instrText>
          </w:r>
          <w:r w:rsidR="00163E5E" w:rsidRPr="001A01AC">
            <w:rPr>
              <w:sz w:val="20"/>
            </w:rPr>
            <w:fldChar w:fldCharType="end"/>
          </w:r>
          <w:r w:rsidR="00163E5E" w:rsidRPr="001A01AC">
            <w:rPr>
              <w:sz w:val="20"/>
            </w:rPr>
            <w:instrText xml:space="preserve">="" "[Your E-Mail]" </w:instrText>
          </w:r>
          <w:r w:rsidR="00163E5E" w:rsidRPr="001A01AC">
            <w:rPr>
              <w:sz w:val="20"/>
            </w:rPr>
            <w:fldChar w:fldCharType="begin"/>
          </w:r>
          <w:r w:rsidR="00163E5E" w:rsidRPr="001A01AC">
            <w:rPr>
              <w:sz w:val="20"/>
            </w:rPr>
            <w:instrText xml:space="preserve"> USERPROPERTY EmailAddress1 </w:instrText>
          </w:r>
          <w:r w:rsidR="00163E5E" w:rsidRPr="001A01AC">
            <w:rPr>
              <w:sz w:val="20"/>
            </w:rPr>
            <w:fldChar w:fldCharType="separate"/>
          </w:r>
          <w:r w:rsidR="00163E5E" w:rsidRPr="001A01AC">
            <w:rPr>
              <w:noProof/>
              <w:sz w:val="20"/>
            </w:rPr>
            <w:instrText>shillin1@forum.montevallo.edu</w:instrText>
          </w:r>
          <w:r w:rsidR="00163E5E" w:rsidRPr="001A01AC">
            <w:rPr>
              <w:sz w:val="20"/>
            </w:rPr>
            <w:fldChar w:fldCharType="end"/>
          </w:r>
          <w:r w:rsidR="00163E5E" w:rsidRPr="001A01AC">
            <w:rPr>
              <w:sz w:val="20"/>
            </w:rPr>
            <w:fldChar w:fldCharType="separate"/>
          </w:r>
          <w:r w:rsidR="00163E5E" w:rsidRPr="001A01AC">
            <w:rPr>
              <w:noProof/>
              <w:sz w:val="20"/>
            </w:rPr>
            <w:instrText>shillin1@forum.montevallo.edu</w:instrText>
          </w:r>
          <w:r w:rsidR="00163E5E" w:rsidRPr="001A01AC">
            <w:rPr>
              <w:sz w:val="20"/>
            </w:rPr>
            <w:fldChar w:fldCharType="end"/>
          </w:r>
          <w:r w:rsidR="00163E5E" w:rsidRPr="001A01AC">
            <w:rPr>
              <w:sz w:val="20"/>
            </w:rPr>
            <w:instrText xml:space="preserve"> \* MERGEFORMAT</w:instrText>
          </w:r>
          <w:r w:rsidR="00163E5E" w:rsidRPr="001A01AC">
            <w:rPr>
              <w:sz w:val="20"/>
            </w:rPr>
            <w:fldChar w:fldCharType="separate"/>
          </w:r>
          <w:r w:rsidRPr="001A01AC">
            <w:rPr>
              <w:sz w:val="20"/>
            </w:rPr>
            <w:t>shillin1@forum.montevallo</w:t>
          </w:r>
          <w:r w:rsidRPr="001A01AC">
            <w:rPr>
              <w:noProof/>
              <w:sz w:val="20"/>
            </w:rPr>
            <w:t>.edu</w:t>
          </w:r>
          <w:r w:rsidR="00163E5E" w:rsidRPr="001A01AC">
            <w:rPr>
              <w:sz w:val="20"/>
            </w:rPr>
            <w:fldChar w:fldCharType="end"/>
          </w:r>
        </w:p>
      </w:tc>
      <w:tc>
        <w:tcPr>
          <w:tcW w:w="5508" w:type="dxa"/>
        </w:tcPr>
        <w:p w14:paraId="6AAD5712" w14:textId="77777777" w:rsidR="00163E5E" w:rsidRDefault="00163E5E">
          <w:pPr>
            <w:pStyle w:val="Header-Right"/>
          </w:pPr>
        </w:p>
      </w:tc>
    </w:tr>
  </w:tbl>
  <w:p w14:paraId="64BD9050" w14:textId="77777777" w:rsidR="00163E5E" w:rsidRDefault="00163E5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EC7A13"/>
    <w:rsid w:val="000A6AD3"/>
    <w:rsid w:val="00163E5E"/>
    <w:rsid w:val="001A01AC"/>
    <w:rsid w:val="0020150D"/>
    <w:rsid w:val="004042D0"/>
    <w:rsid w:val="00556938"/>
    <w:rsid w:val="005B58AC"/>
    <w:rsid w:val="005C4041"/>
    <w:rsid w:val="005D74AA"/>
    <w:rsid w:val="006E0FB0"/>
    <w:rsid w:val="00847966"/>
    <w:rsid w:val="008C6024"/>
    <w:rsid w:val="008E5B58"/>
    <w:rsid w:val="00910AB1"/>
    <w:rsid w:val="00CA17DE"/>
    <w:rsid w:val="00D4634C"/>
    <w:rsid w:val="00E22B06"/>
    <w:rsid w:val="00EC7A13"/>
    <w:rsid w:val="00FF3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19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5C3CB4"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8C73D0"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8C73D0"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8C73D0"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D2878"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D2878"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8C73D0"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8C73D0" w:themeColor="accent1"/>
      <w:sz w:val="48"/>
    </w:rPr>
  </w:style>
  <w:style w:type="paragraph" w:customStyle="1" w:styleId="Header-Right">
    <w:name w:val="Header-Right"/>
    <w:basedOn w:val="Normal"/>
    <w:rsid w:val="005C4041"/>
    <w:pPr>
      <w:spacing w:after="200"/>
      <w:ind w:right="43"/>
      <w:jc w:val="right"/>
    </w:pPr>
    <w:rPr>
      <w:color w:val="8C73D0"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9AAE2"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8C73D0" w:themeColor="accent1" w:shadow="1"/>
        <w:left w:val="single" w:sz="2" w:space="10" w:color="8C73D0" w:themeColor="accent1" w:shadow="1"/>
        <w:bottom w:val="single" w:sz="2" w:space="10" w:color="8C73D0" w:themeColor="accent1" w:shadow="1"/>
        <w:right w:val="single" w:sz="2" w:space="10" w:color="8C73D0" w:themeColor="accent1" w:shadow="1"/>
      </w:pBdr>
      <w:ind w:left="1152" w:right="1152"/>
    </w:pPr>
    <w:rPr>
      <w:i/>
      <w:iCs/>
      <w:color w:val="8C73D0"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8C73D0"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5C3CB4"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8C73D0"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8C73D0"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8C73D0"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D2878"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D2878"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8C73D0" w:themeColor="accent1"/>
      </w:pBdr>
      <w:spacing w:before="200" w:after="280"/>
      <w:ind w:left="936" w:right="936"/>
    </w:pPr>
    <w:rPr>
      <w:b/>
      <w:bCs/>
      <w:i/>
      <w:iCs/>
      <w:color w:val="8C73D0" w:themeColor="accent1"/>
    </w:rPr>
  </w:style>
  <w:style w:type="character" w:customStyle="1" w:styleId="IntenseQuoteChar">
    <w:name w:val="Intense Quote Char"/>
    <w:basedOn w:val="DefaultParagraphFont"/>
    <w:link w:val="IntenseQuote"/>
    <w:rsid w:val="005C4041"/>
    <w:rPr>
      <w:b/>
      <w:bCs/>
      <w:i/>
      <w:iCs/>
      <w:color w:val="8C73D0"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8C73D0"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8C73D0"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8C73D0" w:themeColor="accent1"/>
      </w:pBdr>
      <w:spacing w:after="300"/>
      <w:contextualSpacing/>
    </w:pPr>
    <w:rPr>
      <w:rFonts w:asciiTheme="majorHAnsi" w:eastAsiaTheme="majorEastAsia" w:hAnsiTheme="majorHAnsi" w:cstheme="majorBidi"/>
      <w:color w:val="23174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3174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5C3CB4"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8C73D0"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8C73D0"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8C73D0"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D2878"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D2878"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8C73D0"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8C73D0" w:themeColor="accent1"/>
      <w:sz w:val="48"/>
    </w:rPr>
  </w:style>
  <w:style w:type="paragraph" w:customStyle="1" w:styleId="Header-Right">
    <w:name w:val="Header-Right"/>
    <w:basedOn w:val="Normal"/>
    <w:rsid w:val="005C4041"/>
    <w:pPr>
      <w:spacing w:after="200"/>
      <w:ind w:right="43"/>
      <w:jc w:val="right"/>
    </w:pPr>
    <w:rPr>
      <w:color w:val="8C73D0"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9AAE2"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8C73D0" w:themeColor="accent1" w:shadow="1"/>
        <w:left w:val="single" w:sz="2" w:space="10" w:color="8C73D0" w:themeColor="accent1" w:shadow="1"/>
        <w:bottom w:val="single" w:sz="2" w:space="10" w:color="8C73D0" w:themeColor="accent1" w:shadow="1"/>
        <w:right w:val="single" w:sz="2" w:space="10" w:color="8C73D0" w:themeColor="accent1" w:shadow="1"/>
      </w:pBdr>
      <w:ind w:left="1152" w:right="1152"/>
    </w:pPr>
    <w:rPr>
      <w:i/>
      <w:iCs/>
      <w:color w:val="8C73D0"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8C73D0"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5C3CB4"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8C73D0"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8C73D0"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8C73D0"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D2878"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D2878"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8C73D0" w:themeColor="accent1"/>
      </w:pBdr>
      <w:spacing w:before="200" w:after="280"/>
      <w:ind w:left="936" w:right="936"/>
    </w:pPr>
    <w:rPr>
      <w:b/>
      <w:bCs/>
      <w:i/>
      <w:iCs/>
      <w:color w:val="8C73D0" w:themeColor="accent1"/>
    </w:rPr>
  </w:style>
  <w:style w:type="character" w:customStyle="1" w:styleId="IntenseQuoteChar">
    <w:name w:val="Intense Quote Char"/>
    <w:basedOn w:val="DefaultParagraphFont"/>
    <w:link w:val="IntenseQuote"/>
    <w:rsid w:val="005C4041"/>
    <w:rPr>
      <w:b/>
      <w:bCs/>
      <w:i/>
      <w:iCs/>
      <w:color w:val="8C73D0"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8C73D0"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8C73D0"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8C73D0" w:themeColor="accent1"/>
      </w:pBdr>
      <w:spacing w:after="300"/>
      <w:contextualSpacing/>
    </w:pPr>
    <w:rPr>
      <w:rFonts w:asciiTheme="majorHAnsi" w:eastAsiaTheme="majorEastAsia" w:hAnsiTheme="majorHAnsi" w:cstheme="majorBidi"/>
      <w:color w:val="23174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3174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Advantage%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745B68D21A984A9C1C2159ACF60B50"/>
        <w:category>
          <w:name w:val="General"/>
          <w:gallery w:val="placeholder"/>
        </w:category>
        <w:types>
          <w:type w:val="bbPlcHdr"/>
        </w:types>
        <w:behaviors>
          <w:behavior w:val="content"/>
        </w:behaviors>
        <w:guid w:val="{3F18FED9-6B51-A24B-89B2-D2D512BB4423}"/>
      </w:docPartPr>
      <w:docPartBody>
        <w:p w:rsidR="00874DD4" w:rsidRDefault="00874DD4">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874DD4" w:rsidRDefault="00874DD4">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874DD4">
          <w:pPr>
            <w:pStyle w:val="1C745B68D21A984A9C1C2159ACF60B50"/>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1C745B68D21A984A9C1C2159ACF60B50">
    <w:name w:val="1C745B68D21A984A9C1C2159ACF60B5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1C745B68D21A984A9C1C2159ACF60B50">
    <w:name w:val="1C745B68D21A984A9C1C2159ACF60B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Infusion">
      <a:dk1>
        <a:sysClr val="windowText" lastClr="000000"/>
      </a:dk1>
      <a:lt1>
        <a:sysClr val="window" lastClr="FFFFFF"/>
      </a:lt1>
      <a:dk2>
        <a:srgbClr val="2F1F58"/>
      </a:dk2>
      <a:lt2>
        <a:srgbClr val="B7A9E0"/>
      </a:lt2>
      <a:accent1>
        <a:srgbClr val="8C73D0"/>
      </a:accent1>
      <a:accent2>
        <a:srgbClr val="C2E8C4"/>
      </a:accent2>
      <a:accent3>
        <a:srgbClr val="C5A6E8"/>
      </a:accent3>
      <a:accent4>
        <a:srgbClr val="B45EC7"/>
      </a:accent4>
      <a:accent5>
        <a:srgbClr val="9FDAFB"/>
      </a:accent5>
      <a:accent6>
        <a:srgbClr val="95C5B0"/>
      </a:accent6>
      <a:hlink>
        <a:srgbClr val="744AE0"/>
      </a:hlink>
      <a:folHlink>
        <a:srgbClr val="8D8AD1"/>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Advantage Letter.dotx</Template>
  <TotalTime>7</TotalTime>
  <Pages>1</Pages>
  <Words>376</Words>
  <Characters>2191</Characters>
  <Application>Microsoft Macintosh Word</Application>
  <DocSecurity>0</DocSecurity>
  <Lines>33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2</cp:revision>
  <dcterms:created xsi:type="dcterms:W3CDTF">2015-09-08T15:05:00Z</dcterms:created>
  <dcterms:modified xsi:type="dcterms:W3CDTF">2015-09-09T20:39:00Z</dcterms:modified>
  <cp:category/>
</cp:coreProperties>
</file>